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32FD1" w14:textId="77777777" w:rsidR="00AF753A" w:rsidRPr="005F044F" w:rsidRDefault="00AF753A" w:rsidP="00CF497C">
      <w:pPr>
        <w:ind w:left="6840"/>
        <w:jc w:val="right"/>
        <w:rPr>
          <w:i/>
          <w:color w:val="FF0000"/>
        </w:rPr>
      </w:pPr>
    </w:p>
    <w:p w14:paraId="6844EFD3" w14:textId="77777777" w:rsidR="00C2698F" w:rsidRPr="00A6141A" w:rsidRDefault="00C2698F" w:rsidP="00494080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b/>
          <w:color w:val="FF0000"/>
          <w:lang w:eastAsia="ar-SA"/>
        </w:rPr>
      </w:pPr>
    </w:p>
    <w:p w14:paraId="37B16053" w14:textId="77777777" w:rsidR="00494080" w:rsidRPr="00A6141A" w:rsidRDefault="002F5B41" w:rsidP="00494080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lang w:eastAsia="ar-SA"/>
        </w:rPr>
      </w:pPr>
      <w:r w:rsidRPr="00A6141A">
        <w:rPr>
          <w:rFonts w:asciiTheme="minorHAnsi" w:hAnsiTheme="minorHAnsi" w:cstheme="minorHAnsi"/>
          <w:b/>
          <w:color w:val="000000" w:themeColor="text1"/>
          <w:lang w:eastAsia="ar-SA"/>
        </w:rPr>
        <w:t>INFORMACJA</w:t>
      </w:r>
    </w:p>
    <w:p w14:paraId="2AC919F5" w14:textId="3C0EE48B" w:rsidR="00494080" w:rsidRPr="00A6141A" w:rsidRDefault="00494080" w:rsidP="00494080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lang w:eastAsia="ar-SA"/>
        </w:rPr>
      </w:pPr>
      <w:r w:rsidRPr="00A6141A">
        <w:rPr>
          <w:rFonts w:asciiTheme="minorHAnsi" w:hAnsiTheme="minorHAnsi" w:cstheme="minorHAnsi"/>
          <w:color w:val="000000" w:themeColor="text1"/>
          <w:lang w:eastAsia="ar-SA"/>
        </w:rPr>
        <w:t xml:space="preserve">z art. </w:t>
      </w:r>
      <w:r w:rsidR="00BC0467" w:rsidRPr="00A6141A">
        <w:rPr>
          <w:rFonts w:asciiTheme="minorHAnsi" w:hAnsiTheme="minorHAnsi" w:cstheme="minorHAnsi"/>
          <w:color w:val="000000" w:themeColor="text1"/>
          <w:lang w:eastAsia="ar-SA"/>
        </w:rPr>
        <w:t>462 ust.2</w:t>
      </w:r>
      <w:r w:rsidRPr="00A6141A">
        <w:rPr>
          <w:rFonts w:asciiTheme="minorHAnsi" w:hAnsiTheme="minorHAnsi" w:cstheme="minorHAnsi"/>
          <w:color w:val="000000" w:themeColor="text1"/>
          <w:lang w:eastAsia="ar-SA"/>
        </w:rPr>
        <w:t xml:space="preserve"> ustawy – Prawo zamówień publicznych</w:t>
      </w:r>
      <w:r w:rsidRPr="00A6141A">
        <w:rPr>
          <w:rFonts w:asciiTheme="minorHAnsi" w:hAnsiTheme="minorHAnsi" w:cstheme="minorHAnsi"/>
          <w:b/>
          <w:color w:val="000000" w:themeColor="text1"/>
          <w:lang w:eastAsia="ar-SA"/>
        </w:rPr>
        <w:t xml:space="preserve"> </w:t>
      </w:r>
    </w:p>
    <w:p w14:paraId="7FF5A29E" w14:textId="77777777" w:rsidR="00B650ED" w:rsidRPr="00A6141A" w:rsidRDefault="00B650ED" w:rsidP="00494080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lang w:eastAsia="ar-SA"/>
        </w:rPr>
      </w:pPr>
      <w:r w:rsidRPr="00A6141A">
        <w:rPr>
          <w:rFonts w:asciiTheme="minorHAnsi" w:hAnsiTheme="minorHAnsi" w:cstheme="minorHAnsi"/>
          <w:b/>
          <w:color w:val="000000" w:themeColor="text1"/>
          <w:lang w:eastAsia="ar-SA"/>
        </w:rPr>
        <w:t>O CZĘŚCIACH ZAMÓWIENIA KTÓRYCH WYKONANIE WYKONAWCA ZAMIERZA POWIERZYĆ PODWYKONAWCOM LUB WYKONANIU ZAMÓWIENIA SIŁAMI WŁASNYMI</w:t>
      </w:r>
    </w:p>
    <w:p w14:paraId="0D6C86B4" w14:textId="77777777" w:rsidR="00EA0CE6" w:rsidRPr="00A6141A" w:rsidRDefault="00EA0CE6" w:rsidP="00EA0CE6">
      <w:pPr>
        <w:spacing w:line="360" w:lineRule="auto"/>
        <w:ind w:firstLine="426"/>
        <w:rPr>
          <w:rFonts w:asciiTheme="minorHAnsi" w:hAnsiTheme="minorHAnsi" w:cstheme="minorHAnsi"/>
          <w:color w:val="000000" w:themeColor="text1"/>
        </w:rPr>
      </w:pPr>
    </w:p>
    <w:p w14:paraId="02C39FFA" w14:textId="77777777" w:rsidR="00D41F44" w:rsidRPr="00A6141A" w:rsidRDefault="00D41F44" w:rsidP="00EA0CE6">
      <w:pPr>
        <w:spacing w:line="360" w:lineRule="auto"/>
        <w:ind w:firstLine="426"/>
        <w:rPr>
          <w:rFonts w:asciiTheme="minorHAnsi" w:hAnsiTheme="minorHAnsi" w:cstheme="minorHAnsi"/>
          <w:color w:val="000000" w:themeColor="text1"/>
        </w:rPr>
      </w:pPr>
    </w:p>
    <w:p w14:paraId="10D2D3CC" w14:textId="13237E91" w:rsidR="00934FF2" w:rsidRPr="00A6141A" w:rsidRDefault="00EA0CE6" w:rsidP="00934FF2">
      <w:pPr>
        <w:suppressAutoHyphens/>
        <w:jc w:val="both"/>
        <w:rPr>
          <w:rFonts w:asciiTheme="minorHAnsi" w:hAnsiTheme="minorHAnsi" w:cstheme="minorHAnsi"/>
          <w:b/>
          <w:color w:val="000000" w:themeColor="text1"/>
          <w:lang w:val="pl"/>
        </w:rPr>
      </w:pPr>
      <w:r w:rsidRPr="00A6141A">
        <w:rPr>
          <w:rFonts w:asciiTheme="minorHAnsi" w:hAnsiTheme="minorHAnsi" w:cstheme="minorHAnsi"/>
          <w:color w:val="000000" w:themeColor="text1"/>
        </w:rPr>
        <w:t>Na potrzeby postępowania o udzielenie zamówienia publicznego pn</w:t>
      </w:r>
      <w:r w:rsidR="00F62495" w:rsidRPr="00A6141A">
        <w:rPr>
          <w:rFonts w:asciiTheme="minorHAnsi" w:hAnsiTheme="minorHAnsi" w:cstheme="minorHAnsi"/>
          <w:color w:val="000000" w:themeColor="text1"/>
        </w:rPr>
        <w:t>.</w:t>
      </w:r>
      <w:r w:rsidR="00934FF2" w:rsidRPr="00A6141A">
        <w:rPr>
          <w:rFonts w:asciiTheme="minorHAnsi" w:hAnsiTheme="minorHAnsi" w:cstheme="minorHAnsi"/>
          <w:color w:val="000000" w:themeColor="text1"/>
        </w:rPr>
        <w:t xml:space="preserve"> </w:t>
      </w:r>
      <w:r w:rsidR="005305B4" w:rsidRPr="00A6141A">
        <w:rPr>
          <w:rFonts w:asciiTheme="minorHAnsi" w:hAnsiTheme="minorHAnsi" w:cstheme="minorHAnsi"/>
          <w:color w:val="000000" w:themeColor="text1"/>
        </w:rPr>
        <w:t xml:space="preserve"> </w:t>
      </w:r>
      <w:r w:rsidR="005618EF" w:rsidRPr="005618EF">
        <w:rPr>
          <w:rFonts w:asciiTheme="minorHAnsi" w:hAnsiTheme="minorHAnsi" w:cstheme="minorHAnsi"/>
          <w:b/>
          <w:bCs/>
          <w:color w:val="000000" w:themeColor="text1"/>
        </w:rPr>
        <w:t xml:space="preserve">Dostawa komputerów przenośnych z systemami operacyjnymi i peryferiami, podzespołów serwerowych oraz wyposażenia </w:t>
      </w:r>
      <w:proofErr w:type="spellStart"/>
      <w:r w:rsidR="005618EF" w:rsidRPr="005618EF">
        <w:rPr>
          <w:rFonts w:asciiTheme="minorHAnsi" w:hAnsiTheme="minorHAnsi" w:cstheme="minorHAnsi"/>
          <w:b/>
          <w:bCs/>
          <w:color w:val="000000" w:themeColor="text1"/>
        </w:rPr>
        <w:t>podkastowni</w:t>
      </w:r>
      <w:proofErr w:type="spellEnd"/>
      <w:r w:rsidR="005618EF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0738F2" w:rsidRPr="00A6141A">
        <w:rPr>
          <w:rFonts w:asciiTheme="minorHAnsi" w:hAnsiTheme="minorHAnsi" w:cstheme="minorHAnsi"/>
          <w:b/>
          <w:bCs/>
          <w:iCs/>
        </w:rPr>
        <w:t xml:space="preserve">- </w:t>
      </w:r>
      <w:r w:rsidR="00934FF2" w:rsidRPr="00A6141A">
        <w:rPr>
          <w:rFonts w:asciiTheme="minorHAnsi" w:hAnsiTheme="minorHAnsi" w:cstheme="minorHAnsi"/>
          <w:color w:val="000000" w:themeColor="text1"/>
        </w:rPr>
        <w:t>znak sprawy: AG.</w:t>
      </w:r>
      <w:r w:rsidR="00A6141A">
        <w:rPr>
          <w:rFonts w:asciiTheme="minorHAnsi" w:hAnsiTheme="minorHAnsi" w:cstheme="minorHAnsi"/>
          <w:color w:val="000000" w:themeColor="text1"/>
        </w:rPr>
        <w:t>26.1.</w:t>
      </w:r>
      <w:r w:rsidR="00934FF2" w:rsidRPr="00A6141A">
        <w:rPr>
          <w:rFonts w:asciiTheme="minorHAnsi" w:hAnsiTheme="minorHAnsi" w:cstheme="minorHAnsi"/>
          <w:color w:val="000000" w:themeColor="text1"/>
        </w:rPr>
        <w:t>202</w:t>
      </w:r>
      <w:r w:rsidR="00A6141A">
        <w:rPr>
          <w:rFonts w:asciiTheme="minorHAnsi" w:hAnsiTheme="minorHAnsi" w:cstheme="minorHAnsi"/>
          <w:color w:val="000000" w:themeColor="text1"/>
        </w:rPr>
        <w:t>6</w:t>
      </w:r>
      <w:r w:rsidR="00934FF2" w:rsidRPr="00A6141A">
        <w:rPr>
          <w:rFonts w:asciiTheme="minorHAnsi" w:hAnsiTheme="minorHAnsi" w:cstheme="minorHAnsi"/>
          <w:color w:val="000000" w:themeColor="text1"/>
        </w:rPr>
        <w:t xml:space="preserve"> prowadzonego przez Zamawiającego </w:t>
      </w:r>
      <w:r w:rsidR="00934FF2" w:rsidRPr="00A6141A">
        <w:rPr>
          <w:rFonts w:asciiTheme="minorHAnsi" w:hAnsiTheme="minorHAnsi" w:cstheme="minorHAnsi"/>
          <w:b/>
          <w:bCs/>
          <w:color w:val="000000" w:themeColor="text1"/>
          <w:highlight w:val="white"/>
        </w:rPr>
        <w:t>Instytut Badań Literackich Polskiej Akademii N</w:t>
      </w:r>
      <w:r w:rsidR="00934FF2" w:rsidRPr="00A6141A">
        <w:rPr>
          <w:rFonts w:asciiTheme="minorHAnsi" w:hAnsiTheme="minorHAnsi" w:cstheme="minorHAnsi"/>
          <w:b/>
          <w:bCs/>
          <w:color w:val="000000" w:themeColor="text1"/>
        </w:rPr>
        <w:t>auk</w:t>
      </w:r>
      <w:r w:rsidR="00934FF2" w:rsidRPr="00A6141A">
        <w:rPr>
          <w:rFonts w:asciiTheme="minorHAnsi" w:hAnsiTheme="minorHAnsi" w:cstheme="minorHAnsi"/>
          <w:bCs/>
          <w:color w:val="000000" w:themeColor="text1"/>
        </w:rPr>
        <w:t xml:space="preserve">, działając w imieniu i na rzecz Wykonawcy </w:t>
      </w:r>
      <w:r w:rsidR="00934FF2" w:rsidRPr="00A6141A">
        <w:rPr>
          <w:rFonts w:asciiTheme="minorHAnsi" w:hAnsiTheme="minorHAnsi" w:cstheme="minorHAnsi"/>
          <w:b/>
          <w:bCs/>
          <w:color w:val="000000" w:themeColor="text1"/>
        </w:rPr>
        <w:t>(wpisać nazwę):</w:t>
      </w:r>
    </w:p>
    <w:p w14:paraId="25DCD911" w14:textId="1715AC20" w:rsidR="00CA2033" w:rsidRPr="00A6141A" w:rsidRDefault="007C7F7F" w:rsidP="00934FF2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</w:rPr>
      </w:pPr>
      <w:r w:rsidRPr="00A6141A">
        <w:rPr>
          <w:rFonts w:asciiTheme="minorHAnsi" w:hAnsiTheme="minorHAnsi" w:cstheme="minorHAnsi"/>
          <w:b/>
          <w:bCs/>
          <w:color w:val="000000" w:themeColor="text1"/>
        </w:rPr>
        <w:t>..........................................................................................................................................</w:t>
      </w:r>
    </w:p>
    <w:p w14:paraId="24803134" w14:textId="77777777" w:rsidR="00EA0CE6" w:rsidRPr="00A6141A" w:rsidRDefault="00EA0CE6" w:rsidP="007C7F7F">
      <w:pPr>
        <w:spacing w:line="360" w:lineRule="auto"/>
        <w:rPr>
          <w:rFonts w:asciiTheme="minorHAnsi" w:hAnsiTheme="minorHAnsi" w:cstheme="minorHAnsi"/>
          <w:color w:val="000000" w:themeColor="text1"/>
        </w:rPr>
      </w:pPr>
      <w:r w:rsidRPr="00A6141A">
        <w:rPr>
          <w:rFonts w:asciiTheme="minorHAnsi" w:hAnsiTheme="minorHAnsi" w:cstheme="minorHAnsi"/>
          <w:color w:val="000000" w:themeColor="text1"/>
        </w:rPr>
        <w:t>oświadczam, co następuje:</w:t>
      </w:r>
    </w:p>
    <w:p w14:paraId="64EC6211" w14:textId="77777777" w:rsidR="00494080" w:rsidRPr="00A6141A" w:rsidRDefault="00494080" w:rsidP="00494080">
      <w:pPr>
        <w:widowControl w:val="0"/>
        <w:tabs>
          <w:tab w:val="left" w:pos="720"/>
        </w:tabs>
        <w:autoSpaceDE w:val="0"/>
        <w:autoSpaceDN w:val="0"/>
        <w:adjustRightInd w:val="0"/>
        <w:ind w:firstLine="357"/>
        <w:rPr>
          <w:rFonts w:asciiTheme="minorHAnsi" w:hAnsiTheme="minorHAnsi" w:cstheme="minorHAnsi"/>
          <w:b/>
          <w:color w:val="000000" w:themeColor="text1"/>
        </w:rPr>
      </w:pPr>
      <w:r w:rsidRPr="00A6141A">
        <w:rPr>
          <w:rFonts w:asciiTheme="minorHAnsi" w:hAnsiTheme="minorHAnsi" w:cstheme="minorHAnsi"/>
          <w:b/>
          <w:color w:val="000000" w:themeColor="text1"/>
        </w:rPr>
        <w:t>(* wypełnić poz. 1 lub 2</w:t>
      </w:r>
      <w:r w:rsidRPr="00A6141A">
        <w:rPr>
          <w:rFonts w:asciiTheme="minorHAnsi" w:hAnsiTheme="minorHAnsi" w:cstheme="minorHAnsi"/>
          <w:color w:val="000000" w:themeColor="text1"/>
        </w:rPr>
        <w:t xml:space="preserve">, niepotrzebne </w:t>
      </w:r>
      <w:r w:rsidR="00181351" w:rsidRPr="00A6141A">
        <w:rPr>
          <w:rFonts w:asciiTheme="minorHAnsi" w:hAnsiTheme="minorHAnsi" w:cstheme="minorHAnsi"/>
          <w:color w:val="000000" w:themeColor="text1"/>
        </w:rPr>
        <w:t>usunąć</w:t>
      </w:r>
      <w:r w:rsidRPr="00A6141A">
        <w:rPr>
          <w:rFonts w:asciiTheme="minorHAnsi" w:hAnsiTheme="minorHAnsi" w:cstheme="minorHAnsi"/>
          <w:b/>
          <w:color w:val="000000" w:themeColor="text1"/>
        </w:rPr>
        <w:t>)</w:t>
      </w:r>
    </w:p>
    <w:p w14:paraId="5B7B1FA2" w14:textId="77777777" w:rsidR="00494080" w:rsidRPr="00A6141A" w:rsidRDefault="00494080" w:rsidP="00EA0CE6">
      <w:pPr>
        <w:spacing w:line="360" w:lineRule="auto"/>
        <w:ind w:firstLine="426"/>
        <w:rPr>
          <w:rFonts w:asciiTheme="minorHAnsi" w:hAnsiTheme="minorHAnsi" w:cstheme="minorHAnsi"/>
          <w:color w:val="FF0000"/>
        </w:rPr>
      </w:pPr>
    </w:p>
    <w:p w14:paraId="577911E0" w14:textId="531FCED4" w:rsidR="00181351" w:rsidRPr="00A6141A" w:rsidRDefault="00494080" w:rsidP="00AF753A">
      <w:pPr>
        <w:spacing w:line="360" w:lineRule="auto"/>
        <w:rPr>
          <w:rFonts w:asciiTheme="minorHAnsi" w:hAnsiTheme="minorHAnsi" w:cstheme="minorHAnsi"/>
          <w:bCs/>
          <w:color w:val="000000" w:themeColor="text1"/>
          <w:lang w:bidi="hi-IN"/>
        </w:rPr>
      </w:pPr>
      <w:r w:rsidRPr="00A6141A">
        <w:rPr>
          <w:rFonts w:asciiTheme="minorHAnsi" w:hAnsiTheme="minorHAnsi" w:cstheme="minorHAnsi"/>
          <w:b/>
          <w:color w:val="000000" w:themeColor="text1"/>
        </w:rPr>
        <w:t>*1.</w:t>
      </w:r>
      <w:r w:rsidR="00AF753A" w:rsidRPr="00A6141A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B650ED" w:rsidRPr="00A6141A">
        <w:rPr>
          <w:rFonts w:asciiTheme="minorHAnsi" w:hAnsiTheme="minorHAnsi" w:cstheme="minorHAnsi"/>
          <w:bCs/>
          <w:color w:val="000000" w:themeColor="text1"/>
          <w:lang w:bidi="hi-IN"/>
        </w:rPr>
        <w:t xml:space="preserve">wykonamy </w:t>
      </w:r>
      <w:r w:rsidRPr="00A6141A">
        <w:rPr>
          <w:rFonts w:asciiTheme="minorHAnsi" w:hAnsiTheme="minorHAnsi" w:cstheme="minorHAnsi"/>
          <w:bCs/>
          <w:color w:val="000000" w:themeColor="text1"/>
          <w:lang w:bidi="hi-IN"/>
        </w:rPr>
        <w:t>całe zamówienie siłami własnymi</w:t>
      </w:r>
    </w:p>
    <w:p w14:paraId="64EFF59F" w14:textId="77777777" w:rsidR="004E2C86" w:rsidRPr="00A6141A" w:rsidRDefault="004E2C86" w:rsidP="0099736C">
      <w:pPr>
        <w:widowControl w:val="0"/>
        <w:suppressAutoHyphens/>
        <w:overflowPunct w:val="0"/>
        <w:autoSpaceDE w:val="0"/>
        <w:spacing w:before="60" w:after="60"/>
        <w:textAlignment w:val="baseline"/>
        <w:rPr>
          <w:rFonts w:asciiTheme="minorHAnsi" w:hAnsiTheme="minorHAnsi" w:cstheme="minorHAnsi"/>
          <w:bCs/>
          <w:color w:val="000000" w:themeColor="text1"/>
          <w:lang w:bidi="hi-IN"/>
        </w:rPr>
      </w:pPr>
    </w:p>
    <w:p w14:paraId="201ED112" w14:textId="44F7A2E2" w:rsidR="00B650ED" w:rsidRPr="00A6141A" w:rsidRDefault="00494080" w:rsidP="00AF753A">
      <w:pPr>
        <w:widowControl w:val="0"/>
        <w:suppressAutoHyphens/>
        <w:overflowPunct w:val="0"/>
        <w:autoSpaceDE w:val="0"/>
        <w:spacing w:before="60" w:after="60"/>
        <w:textAlignment w:val="baseline"/>
        <w:rPr>
          <w:rFonts w:asciiTheme="minorHAnsi" w:hAnsiTheme="minorHAnsi" w:cstheme="minorHAnsi"/>
          <w:color w:val="000000" w:themeColor="text1"/>
          <w:lang w:bidi="hi-IN"/>
        </w:rPr>
      </w:pPr>
      <w:r w:rsidRPr="00A6141A">
        <w:rPr>
          <w:rFonts w:asciiTheme="minorHAnsi" w:hAnsiTheme="minorHAnsi" w:cstheme="minorHAnsi"/>
          <w:b/>
          <w:bCs/>
          <w:color w:val="000000" w:themeColor="text1"/>
          <w:lang w:bidi="hi-IN"/>
        </w:rPr>
        <w:t>*2.</w:t>
      </w:r>
      <w:r w:rsidR="00AF753A" w:rsidRPr="00A6141A">
        <w:rPr>
          <w:rFonts w:asciiTheme="minorHAnsi" w:hAnsiTheme="minorHAnsi" w:cstheme="minorHAnsi"/>
          <w:b/>
          <w:bCs/>
          <w:color w:val="000000" w:themeColor="text1"/>
          <w:lang w:bidi="hi-IN"/>
        </w:rPr>
        <w:t xml:space="preserve"> </w:t>
      </w:r>
      <w:r w:rsidR="00B650ED" w:rsidRPr="00A6141A">
        <w:rPr>
          <w:rFonts w:asciiTheme="minorHAnsi" w:hAnsiTheme="minorHAnsi" w:cstheme="minorHAnsi"/>
          <w:color w:val="000000" w:themeColor="text1"/>
          <w:lang w:bidi="hi-IN"/>
        </w:rPr>
        <w:t>przy pomocy podwykonawców wykonamy:</w:t>
      </w:r>
    </w:p>
    <w:tbl>
      <w:tblPr>
        <w:tblW w:w="0" w:type="auto"/>
        <w:tblInd w:w="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557"/>
        <w:gridCol w:w="1949"/>
        <w:gridCol w:w="2734"/>
      </w:tblGrid>
      <w:tr w:rsidR="00AA116F" w:rsidRPr="00A6141A" w14:paraId="724B41BD" w14:textId="77777777" w:rsidTr="00D77D37">
        <w:tc>
          <w:tcPr>
            <w:tcW w:w="559" w:type="dxa"/>
            <w:vAlign w:val="center"/>
          </w:tcPr>
          <w:p w14:paraId="59476BD1" w14:textId="77777777" w:rsidR="00D77D37" w:rsidRPr="00A6141A" w:rsidRDefault="00D77D37" w:rsidP="0058461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6141A">
              <w:rPr>
                <w:rFonts w:asciiTheme="minorHAnsi" w:hAnsiTheme="minorHAnsi" w:cstheme="minorHAnsi"/>
                <w:color w:val="000000" w:themeColor="text1"/>
              </w:rPr>
              <w:t>L.p.</w:t>
            </w:r>
          </w:p>
        </w:tc>
        <w:tc>
          <w:tcPr>
            <w:tcW w:w="3689" w:type="dxa"/>
            <w:vAlign w:val="center"/>
          </w:tcPr>
          <w:p w14:paraId="24000752" w14:textId="77777777" w:rsidR="00D77D37" w:rsidRPr="00A6141A" w:rsidRDefault="00D77D37" w:rsidP="0058461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6141A">
              <w:rPr>
                <w:rFonts w:asciiTheme="minorHAnsi" w:hAnsiTheme="minorHAnsi" w:cstheme="minorHAnsi"/>
                <w:color w:val="000000" w:themeColor="text1"/>
              </w:rPr>
              <w:t>Opis części zamówienia, których wykonanie Wykonawca zamierza powierzyć podwykonawc</w:t>
            </w:r>
            <w:r w:rsidR="00ED3199" w:rsidRPr="00A6141A">
              <w:rPr>
                <w:rFonts w:asciiTheme="minorHAnsi" w:hAnsiTheme="minorHAnsi" w:cstheme="minorHAnsi"/>
                <w:color w:val="000000" w:themeColor="text1"/>
              </w:rPr>
              <w:t>y</w:t>
            </w:r>
            <w:r w:rsidRPr="00A6141A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lub podwykonawcom</w:t>
            </w:r>
          </w:p>
        </w:tc>
        <w:tc>
          <w:tcPr>
            <w:tcW w:w="1967" w:type="dxa"/>
          </w:tcPr>
          <w:p w14:paraId="302598D3" w14:textId="77777777" w:rsidR="00D77D37" w:rsidRPr="00A6141A" w:rsidRDefault="00D77D37" w:rsidP="00D77D3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6141A">
              <w:rPr>
                <w:rFonts w:asciiTheme="minorHAnsi" w:hAnsiTheme="minorHAnsi" w:cstheme="minorHAnsi"/>
                <w:color w:val="000000" w:themeColor="text1"/>
              </w:rPr>
              <w:t>Wartość lub procentowa część zamówienia, jaka zostanie powierzona podwykonawcy</w:t>
            </w:r>
          </w:p>
        </w:tc>
        <w:tc>
          <w:tcPr>
            <w:tcW w:w="2816" w:type="dxa"/>
            <w:vAlign w:val="center"/>
          </w:tcPr>
          <w:p w14:paraId="2D64ADCC" w14:textId="77777777" w:rsidR="00D77D37" w:rsidRPr="00A6141A" w:rsidRDefault="00D77D37" w:rsidP="0058461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6141A">
              <w:rPr>
                <w:rFonts w:asciiTheme="minorHAnsi" w:hAnsiTheme="minorHAnsi" w:cstheme="minorHAnsi"/>
                <w:color w:val="000000" w:themeColor="text1"/>
              </w:rPr>
              <w:t>Firma podwykonawcy</w:t>
            </w:r>
          </w:p>
          <w:p w14:paraId="0A6C281B" w14:textId="77777777" w:rsidR="00D77D37" w:rsidRPr="00A6141A" w:rsidRDefault="00D77D37" w:rsidP="0058461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6141A">
              <w:rPr>
                <w:rFonts w:asciiTheme="minorHAnsi" w:hAnsiTheme="minorHAnsi" w:cstheme="minorHAnsi"/>
                <w:color w:val="000000" w:themeColor="text1"/>
              </w:rPr>
              <w:t>(nazwa i adres)</w:t>
            </w:r>
          </w:p>
        </w:tc>
      </w:tr>
      <w:tr w:rsidR="00AA116F" w:rsidRPr="00A6141A" w14:paraId="04753884" w14:textId="77777777" w:rsidTr="00D77D37">
        <w:tc>
          <w:tcPr>
            <w:tcW w:w="559" w:type="dxa"/>
            <w:vAlign w:val="center"/>
          </w:tcPr>
          <w:p w14:paraId="4C25D6C3" w14:textId="77777777" w:rsidR="00D77D37" w:rsidRPr="00A6141A" w:rsidRDefault="00D77D37" w:rsidP="0058461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6141A">
              <w:rPr>
                <w:rFonts w:asciiTheme="minorHAnsi" w:hAnsiTheme="minorHAnsi" w:cstheme="minorHAnsi"/>
                <w:color w:val="000000" w:themeColor="text1"/>
              </w:rPr>
              <w:t>1.</w:t>
            </w:r>
          </w:p>
        </w:tc>
        <w:tc>
          <w:tcPr>
            <w:tcW w:w="3689" w:type="dxa"/>
          </w:tcPr>
          <w:p w14:paraId="62ACCE48" w14:textId="77777777" w:rsidR="00D77D37" w:rsidRPr="00A6141A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967" w:type="dxa"/>
          </w:tcPr>
          <w:p w14:paraId="1A727906" w14:textId="77777777" w:rsidR="00D77D37" w:rsidRPr="00A6141A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816" w:type="dxa"/>
          </w:tcPr>
          <w:p w14:paraId="34999EFE" w14:textId="77777777" w:rsidR="00D77D37" w:rsidRPr="00A6141A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A116F" w:rsidRPr="00A6141A" w14:paraId="5FAE1852" w14:textId="77777777" w:rsidTr="00D77D37">
        <w:tc>
          <w:tcPr>
            <w:tcW w:w="559" w:type="dxa"/>
            <w:vAlign w:val="center"/>
          </w:tcPr>
          <w:p w14:paraId="2005C2F2" w14:textId="77777777" w:rsidR="00D77D37" w:rsidRPr="00A6141A" w:rsidRDefault="002425E3" w:rsidP="0058461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6141A">
              <w:rPr>
                <w:rFonts w:asciiTheme="minorHAnsi" w:hAnsiTheme="minorHAnsi" w:cstheme="minorHAnsi"/>
                <w:color w:val="000000" w:themeColor="text1"/>
              </w:rPr>
              <w:t>..</w:t>
            </w:r>
            <w:r w:rsidR="00D77D37" w:rsidRPr="00A6141A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</w:tc>
        <w:tc>
          <w:tcPr>
            <w:tcW w:w="3689" w:type="dxa"/>
          </w:tcPr>
          <w:p w14:paraId="18149116" w14:textId="77777777" w:rsidR="00D77D37" w:rsidRPr="00A6141A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967" w:type="dxa"/>
          </w:tcPr>
          <w:p w14:paraId="680EC44B" w14:textId="77777777" w:rsidR="00D77D37" w:rsidRPr="00A6141A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816" w:type="dxa"/>
          </w:tcPr>
          <w:p w14:paraId="198D6025" w14:textId="77777777" w:rsidR="00D77D37" w:rsidRPr="00A6141A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A116F" w:rsidRPr="00A6141A" w14:paraId="1BD628CD" w14:textId="77777777" w:rsidTr="00D77D37">
        <w:tc>
          <w:tcPr>
            <w:tcW w:w="559" w:type="dxa"/>
            <w:vAlign w:val="center"/>
          </w:tcPr>
          <w:p w14:paraId="34E7FA6D" w14:textId="77777777" w:rsidR="00D77D37" w:rsidRPr="00A6141A" w:rsidRDefault="00D77D37" w:rsidP="0058461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6141A">
              <w:rPr>
                <w:rFonts w:asciiTheme="minorHAnsi" w:hAnsiTheme="minorHAnsi" w:cstheme="minorHAnsi"/>
                <w:color w:val="000000" w:themeColor="text1"/>
              </w:rPr>
              <w:t>...</w:t>
            </w:r>
          </w:p>
        </w:tc>
        <w:tc>
          <w:tcPr>
            <w:tcW w:w="3689" w:type="dxa"/>
          </w:tcPr>
          <w:p w14:paraId="427EEC02" w14:textId="77777777" w:rsidR="00D77D37" w:rsidRPr="00A6141A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967" w:type="dxa"/>
          </w:tcPr>
          <w:p w14:paraId="1A30DC59" w14:textId="77777777" w:rsidR="00D77D37" w:rsidRPr="00A6141A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816" w:type="dxa"/>
          </w:tcPr>
          <w:p w14:paraId="5F821114" w14:textId="77777777" w:rsidR="00D77D37" w:rsidRPr="00A6141A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01E7EF9B" w14:textId="6F247868" w:rsidR="004E2C86" w:rsidRPr="00A6141A" w:rsidRDefault="004E2C86" w:rsidP="004E2C86">
      <w:pPr>
        <w:spacing w:line="360" w:lineRule="auto"/>
        <w:ind w:left="426"/>
        <w:rPr>
          <w:rFonts w:asciiTheme="minorHAnsi" w:hAnsiTheme="minorHAnsi" w:cstheme="minorHAnsi"/>
          <w:color w:val="000000" w:themeColor="text1"/>
        </w:rPr>
      </w:pPr>
    </w:p>
    <w:p w14:paraId="652C32ED" w14:textId="6BAAA5C1" w:rsidR="00AA116F" w:rsidRPr="00A6141A" w:rsidRDefault="00AA116F" w:rsidP="004E2C86">
      <w:pPr>
        <w:spacing w:line="360" w:lineRule="auto"/>
        <w:ind w:left="426"/>
        <w:rPr>
          <w:rFonts w:asciiTheme="minorHAnsi" w:hAnsiTheme="minorHAnsi" w:cstheme="minorHAnsi"/>
          <w:color w:val="000000" w:themeColor="text1"/>
        </w:rPr>
      </w:pPr>
    </w:p>
    <w:p w14:paraId="0CA5E064" w14:textId="77777777" w:rsidR="00AA116F" w:rsidRPr="00A6141A" w:rsidRDefault="00AA116F" w:rsidP="004E2C86">
      <w:pPr>
        <w:spacing w:line="360" w:lineRule="auto"/>
        <w:ind w:left="426"/>
        <w:rPr>
          <w:rFonts w:asciiTheme="minorHAnsi" w:hAnsiTheme="minorHAnsi" w:cstheme="minorHAnsi"/>
          <w:color w:val="000000" w:themeColor="text1"/>
        </w:rPr>
      </w:pPr>
    </w:p>
    <w:p w14:paraId="04FBE74A" w14:textId="77777777" w:rsidR="00AB5FAF" w:rsidRPr="00A6141A" w:rsidRDefault="00AB5FAF" w:rsidP="00AB5FAF">
      <w:pPr>
        <w:jc w:val="both"/>
        <w:rPr>
          <w:rFonts w:asciiTheme="minorHAnsi" w:hAnsiTheme="minorHAnsi" w:cstheme="minorHAnsi"/>
          <w:color w:val="000000" w:themeColor="text1"/>
        </w:rPr>
      </w:pPr>
      <w:r w:rsidRPr="00A6141A">
        <w:rPr>
          <w:rFonts w:asciiTheme="minorHAnsi" w:hAnsiTheme="minorHAnsi" w:cstheme="minorHAnsi"/>
          <w:color w:val="000000" w:themeColor="text1"/>
        </w:rPr>
        <w:t>…………….……………………………</w:t>
      </w:r>
      <w:r w:rsidRPr="00A6141A">
        <w:rPr>
          <w:rFonts w:asciiTheme="minorHAnsi" w:hAnsiTheme="minorHAnsi" w:cstheme="minorHAnsi"/>
          <w:i/>
          <w:color w:val="000000" w:themeColor="text1"/>
        </w:rPr>
        <w:t xml:space="preserve">, </w:t>
      </w:r>
      <w:r w:rsidRPr="00A6141A">
        <w:rPr>
          <w:rFonts w:asciiTheme="minorHAnsi" w:hAnsiTheme="minorHAnsi" w:cstheme="minorHAnsi"/>
          <w:color w:val="000000" w:themeColor="text1"/>
        </w:rPr>
        <w:t>dnia ………….……. r.  …………………………………………</w:t>
      </w:r>
    </w:p>
    <w:p w14:paraId="4EE4C162" w14:textId="77777777" w:rsidR="00AB5FAF" w:rsidRPr="00A6141A" w:rsidRDefault="00AB5FAF" w:rsidP="00AB5FAF">
      <w:pPr>
        <w:ind w:left="708" w:firstLine="708"/>
        <w:jc w:val="both"/>
        <w:rPr>
          <w:rFonts w:asciiTheme="minorHAnsi" w:hAnsiTheme="minorHAnsi" w:cstheme="minorHAnsi"/>
          <w:i/>
          <w:color w:val="000000" w:themeColor="text1"/>
        </w:rPr>
      </w:pPr>
      <w:r w:rsidRPr="00A6141A">
        <w:rPr>
          <w:rFonts w:asciiTheme="minorHAnsi" w:hAnsiTheme="minorHAnsi" w:cstheme="minorHAnsi"/>
          <w:i/>
          <w:color w:val="000000" w:themeColor="text1"/>
        </w:rPr>
        <w:t>(miejscowość)</w:t>
      </w:r>
      <w:r w:rsidRPr="00A6141A">
        <w:rPr>
          <w:rFonts w:asciiTheme="minorHAnsi" w:hAnsiTheme="minorHAnsi" w:cstheme="minorHAnsi"/>
          <w:i/>
          <w:color w:val="000000" w:themeColor="text1"/>
        </w:rPr>
        <w:tab/>
      </w:r>
      <w:r w:rsidRPr="00A6141A">
        <w:rPr>
          <w:rFonts w:asciiTheme="minorHAnsi" w:hAnsiTheme="minorHAnsi" w:cstheme="minorHAnsi"/>
          <w:i/>
          <w:color w:val="000000" w:themeColor="text1"/>
        </w:rPr>
        <w:tab/>
      </w:r>
      <w:r w:rsidRPr="00A6141A">
        <w:rPr>
          <w:rFonts w:asciiTheme="minorHAnsi" w:hAnsiTheme="minorHAnsi" w:cstheme="minorHAnsi"/>
          <w:i/>
          <w:color w:val="000000" w:themeColor="text1"/>
        </w:rPr>
        <w:tab/>
      </w:r>
      <w:r w:rsidRPr="00A6141A">
        <w:rPr>
          <w:rFonts w:asciiTheme="minorHAnsi" w:hAnsiTheme="minorHAnsi" w:cstheme="minorHAnsi"/>
          <w:i/>
          <w:color w:val="000000" w:themeColor="text1"/>
        </w:rPr>
        <w:tab/>
      </w:r>
      <w:r w:rsidRPr="00A6141A">
        <w:rPr>
          <w:rFonts w:asciiTheme="minorHAnsi" w:hAnsiTheme="minorHAnsi" w:cstheme="minorHAnsi"/>
          <w:i/>
          <w:color w:val="000000" w:themeColor="text1"/>
        </w:rPr>
        <w:tab/>
      </w:r>
      <w:r w:rsidRPr="00A6141A">
        <w:rPr>
          <w:rFonts w:asciiTheme="minorHAnsi" w:hAnsiTheme="minorHAnsi" w:cstheme="minorHAnsi"/>
          <w:i/>
          <w:color w:val="000000" w:themeColor="text1"/>
        </w:rPr>
        <w:tab/>
        <w:t xml:space="preserve"> (podpis)</w:t>
      </w:r>
    </w:p>
    <w:p w14:paraId="38DBB756" w14:textId="77777777" w:rsidR="00AB5FAF" w:rsidRPr="00AA116F" w:rsidRDefault="00AB5FAF" w:rsidP="00AB5FAF">
      <w:pPr>
        <w:rPr>
          <w:rFonts w:ascii="Arial Narrow" w:hAnsi="Arial Narrow"/>
          <w:b/>
          <w:color w:val="000000" w:themeColor="text1"/>
        </w:rPr>
      </w:pPr>
    </w:p>
    <w:p w14:paraId="23D9D1E5" w14:textId="77777777" w:rsidR="00AB5FAF" w:rsidRPr="006A7383" w:rsidRDefault="00AB5FAF" w:rsidP="004E2C86">
      <w:pPr>
        <w:spacing w:line="360" w:lineRule="auto"/>
        <w:ind w:left="426"/>
        <w:rPr>
          <w:rFonts w:asciiTheme="minorHAnsi" w:hAnsiTheme="minorHAnsi" w:cstheme="minorHAnsi"/>
          <w:color w:val="FF0000"/>
          <w:sz w:val="20"/>
          <w:szCs w:val="20"/>
        </w:rPr>
      </w:pPr>
    </w:p>
    <w:sectPr w:rsidR="00AB5FAF" w:rsidRPr="006A7383" w:rsidSect="00B66D25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3A2ED" w14:textId="77777777" w:rsidR="00715691" w:rsidRDefault="00715691">
      <w:r>
        <w:separator/>
      </w:r>
    </w:p>
  </w:endnote>
  <w:endnote w:type="continuationSeparator" w:id="0">
    <w:p w14:paraId="64EFB668" w14:textId="77777777" w:rsidR="00715691" w:rsidRDefault="00715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8BFD4" w14:textId="0E582468" w:rsidR="000914A0" w:rsidRDefault="0091444D" w:rsidP="000914A0">
    <w:pPr>
      <w:pStyle w:val="Stopka"/>
      <w:ind w:right="360"/>
    </w:pPr>
    <w:r>
      <w:rPr>
        <w:noProof/>
      </w:rPr>
      <w:drawing>
        <wp:inline distT="0" distB="0" distL="0" distR="0" wp14:anchorId="66796BDE" wp14:editId="23B30C89">
          <wp:extent cx="5759450" cy="79184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_POIR_poziom_pl-1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918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24AF8" w14:textId="77777777" w:rsidR="00715691" w:rsidRDefault="00715691">
      <w:r>
        <w:separator/>
      </w:r>
    </w:p>
  </w:footnote>
  <w:footnote w:type="continuationSeparator" w:id="0">
    <w:p w14:paraId="4C5F86C4" w14:textId="77777777" w:rsidR="00715691" w:rsidRDefault="00715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EED5B" w14:textId="77777777" w:rsidR="00566FFB" w:rsidRPr="00AF753A" w:rsidRDefault="00566FFB" w:rsidP="00566FFB">
    <w:pPr>
      <w:ind w:left="6840"/>
      <w:jc w:val="right"/>
      <w:rPr>
        <w:rFonts w:asciiTheme="minorHAnsi" w:hAnsiTheme="minorHAnsi" w:cstheme="minorHAnsi"/>
        <w:i/>
        <w:color w:val="0070C0"/>
        <w:sz w:val="16"/>
        <w:szCs w:val="16"/>
      </w:rPr>
    </w:pPr>
    <w:r w:rsidRPr="00AF753A">
      <w:rPr>
        <w:rFonts w:asciiTheme="minorHAnsi" w:hAnsiTheme="minorHAnsi" w:cstheme="minorHAnsi"/>
        <w:i/>
        <w:color w:val="0070C0"/>
        <w:sz w:val="16"/>
        <w:szCs w:val="16"/>
      </w:rPr>
      <w:t xml:space="preserve">Załącznik nr </w:t>
    </w:r>
    <w:r>
      <w:rPr>
        <w:rFonts w:asciiTheme="minorHAnsi" w:hAnsiTheme="minorHAnsi" w:cstheme="minorHAnsi"/>
        <w:i/>
        <w:color w:val="0070C0"/>
        <w:sz w:val="16"/>
        <w:szCs w:val="16"/>
      </w:rPr>
      <w:t>4</w:t>
    </w:r>
    <w:r w:rsidRPr="00AF753A">
      <w:rPr>
        <w:rFonts w:asciiTheme="minorHAnsi" w:hAnsiTheme="minorHAnsi" w:cstheme="minorHAnsi"/>
        <w:i/>
        <w:color w:val="0070C0"/>
        <w:sz w:val="16"/>
        <w:szCs w:val="16"/>
      </w:rPr>
      <w:t xml:space="preserve"> do SWZ</w:t>
    </w:r>
  </w:p>
  <w:p w14:paraId="15110CE8" w14:textId="77777777" w:rsidR="00566FFB" w:rsidRDefault="00566FFB" w:rsidP="00566FF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80DFA"/>
    <w:multiLevelType w:val="hybridMultilevel"/>
    <w:tmpl w:val="9FC0F020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A69FF"/>
    <w:multiLevelType w:val="hybridMultilevel"/>
    <w:tmpl w:val="4C42F870"/>
    <w:lvl w:ilvl="0" w:tplc="5B426E2C">
      <w:start w:val="1"/>
      <w:numFmt w:val="bullet"/>
      <w:lvlText w:val=""/>
      <w:lvlJc w:val="left"/>
      <w:pPr>
        <w:tabs>
          <w:tab w:val="num" w:pos="2314"/>
        </w:tabs>
        <w:ind w:left="2314" w:hanging="678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2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  <w:rPr>
        <w:rFonts w:cs="Times New Roman"/>
      </w:rPr>
    </w:lvl>
  </w:abstractNum>
  <w:abstractNum w:abstractNumId="4" w15:restartNumberingAfterBreak="0">
    <w:nsid w:val="289D5C24"/>
    <w:multiLevelType w:val="hybridMultilevel"/>
    <w:tmpl w:val="2D1CD788"/>
    <w:lvl w:ilvl="0" w:tplc="438258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EA22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FC092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0806EA"/>
    <w:multiLevelType w:val="hybridMultilevel"/>
    <w:tmpl w:val="F716911C"/>
    <w:lvl w:ilvl="0" w:tplc="20EA2246">
      <w:start w:val="1"/>
      <w:numFmt w:val="bullet"/>
      <w:lvlText w:val="­"/>
      <w:lvlJc w:val="left"/>
      <w:pPr>
        <w:tabs>
          <w:tab w:val="num" w:pos="1379"/>
        </w:tabs>
        <w:ind w:left="1379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A85FD9"/>
    <w:multiLevelType w:val="hybridMultilevel"/>
    <w:tmpl w:val="86AE2DD8"/>
    <w:lvl w:ilvl="0" w:tplc="C2B2BE72">
      <w:start w:val="1"/>
      <w:numFmt w:val="decimal"/>
      <w:lvlText w:val="%1."/>
      <w:lvlJc w:val="left"/>
      <w:pPr>
        <w:tabs>
          <w:tab w:val="num" w:pos="720"/>
        </w:tabs>
        <w:ind w:left="454" w:hanging="45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0DA22B4"/>
    <w:multiLevelType w:val="hybridMultilevel"/>
    <w:tmpl w:val="14429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09951242">
    <w:abstractNumId w:val="1"/>
  </w:num>
  <w:num w:numId="2" w16cid:durableId="370693522">
    <w:abstractNumId w:val="7"/>
  </w:num>
  <w:num w:numId="3" w16cid:durableId="186262269">
    <w:abstractNumId w:val="4"/>
  </w:num>
  <w:num w:numId="4" w16cid:durableId="353963326">
    <w:abstractNumId w:val="6"/>
  </w:num>
  <w:num w:numId="5" w16cid:durableId="1561212082">
    <w:abstractNumId w:val="2"/>
  </w:num>
  <w:num w:numId="6" w16cid:durableId="1270311620">
    <w:abstractNumId w:val="5"/>
  </w:num>
  <w:num w:numId="7" w16cid:durableId="1908952466">
    <w:abstractNumId w:val="3"/>
  </w:num>
  <w:num w:numId="8" w16cid:durableId="848058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601"/>
    <w:rsid w:val="00000CD8"/>
    <w:rsid w:val="000152ED"/>
    <w:rsid w:val="00017291"/>
    <w:rsid w:val="00033A1F"/>
    <w:rsid w:val="00035C21"/>
    <w:rsid w:val="00036C56"/>
    <w:rsid w:val="00052EC9"/>
    <w:rsid w:val="00056462"/>
    <w:rsid w:val="000738F2"/>
    <w:rsid w:val="00075100"/>
    <w:rsid w:val="000914A0"/>
    <w:rsid w:val="000C2400"/>
    <w:rsid w:val="000C4C4D"/>
    <w:rsid w:val="000C6060"/>
    <w:rsid w:val="000D3943"/>
    <w:rsid w:val="000E586C"/>
    <w:rsid w:val="000F1200"/>
    <w:rsid w:val="000F4233"/>
    <w:rsid w:val="000F6CB3"/>
    <w:rsid w:val="00103389"/>
    <w:rsid w:val="0010791F"/>
    <w:rsid w:val="0012218D"/>
    <w:rsid w:val="00150EEA"/>
    <w:rsid w:val="00155AF6"/>
    <w:rsid w:val="001679B8"/>
    <w:rsid w:val="00181351"/>
    <w:rsid w:val="001A0136"/>
    <w:rsid w:val="001A4528"/>
    <w:rsid w:val="001B74C8"/>
    <w:rsid w:val="001C718E"/>
    <w:rsid w:val="001D2964"/>
    <w:rsid w:val="001E6F7E"/>
    <w:rsid w:val="001F733D"/>
    <w:rsid w:val="00220488"/>
    <w:rsid w:val="00222378"/>
    <w:rsid w:val="0022398F"/>
    <w:rsid w:val="00241181"/>
    <w:rsid w:val="002425E3"/>
    <w:rsid w:val="00243124"/>
    <w:rsid w:val="00252F57"/>
    <w:rsid w:val="00254056"/>
    <w:rsid w:val="00290601"/>
    <w:rsid w:val="002B199E"/>
    <w:rsid w:val="002B49A6"/>
    <w:rsid w:val="002C27BA"/>
    <w:rsid w:val="002E595D"/>
    <w:rsid w:val="002F416E"/>
    <w:rsid w:val="002F5B41"/>
    <w:rsid w:val="002F68EC"/>
    <w:rsid w:val="003033E6"/>
    <w:rsid w:val="00362988"/>
    <w:rsid w:val="003638BF"/>
    <w:rsid w:val="0037559D"/>
    <w:rsid w:val="0037636A"/>
    <w:rsid w:val="003914BA"/>
    <w:rsid w:val="003A5E3B"/>
    <w:rsid w:val="003B53C0"/>
    <w:rsid w:val="003D68A9"/>
    <w:rsid w:val="003E5842"/>
    <w:rsid w:val="003F0C8A"/>
    <w:rsid w:val="00424EB9"/>
    <w:rsid w:val="00427ABB"/>
    <w:rsid w:val="00442745"/>
    <w:rsid w:val="004820A0"/>
    <w:rsid w:val="00494080"/>
    <w:rsid w:val="004944F6"/>
    <w:rsid w:val="00494AF3"/>
    <w:rsid w:val="004B5A74"/>
    <w:rsid w:val="004B65FE"/>
    <w:rsid w:val="004D4D80"/>
    <w:rsid w:val="004E2C86"/>
    <w:rsid w:val="004F4AA1"/>
    <w:rsid w:val="0051314B"/>
    <w:rsid w:val="00523F20"/>
    <w:rsid w:val="005305B4"/>
    <w:rsid w:val="00532B23"/>
    <w:rsid w:val="00550F17"/>
    <w:rsid w:val="005618EF"/>
    <w:rsid w:val="005654E3"/>
    <w:rsid w:val="00566FFB"/>
    <w:rsid w:val="00571F95"/>
    <w:rsid w:val="0057284E"/>
    <w:rsid w:val="00584588"/>
    <w:rsid w:val="0058461F"/>
    <w:rsid w:val="00591222"/>
    <w:rsid w:val="005921C6"/>
    <w:rsid w:val="005C2F96"/>
    <w:rsid w:val="005F044F"/>
    <w:rsid w:val="00605AEA"/>
    <w:rsid w:val="0064494A"/>
    <w:rsid w:val="00675094"/>
    <w:rsid w:val="00685B4C"/>
    <w:rsid w:val="0069392F"/>
    <w:rsid w:val="00695A33"/>
    <w:rsid w:val="00696D06"/>
    <w:rsid w:val="006A7383"/>
    <w:rsid w:val="006B377B"/>
    <w:rsid w:val="006C775C"/>
    <w:rsid w:val="006D4144"/>
    <w:rsid w:val="006F6B48"/>
    <w:rsid w:val="00705519"/>
    <w:rsid w:val="007126BB"/>
    <w:rsid w:val="00715691"/>
    <w:rsid w:val="00765A43"/>
    <w:rsid w:val="00767929"/>
    <w:rsid w:val="00776AB2"/>
    <w:rsid w:val="0078448B"/>
    <w:rsid w:val="00791112"/>
    <w:rsid w:val="0079529C"/>
    <w:rsid w:val="007B4502"/>
    <w:rsid w:val="007B7369"/>
    <w:rsid w:val="007C3743"/>
    <w:rsid w:val="007C7F7F"/>
    <w:rsid w:val="008041A3"/>
    <w:rsid w:val="00824221"/>
    <w:rsid w:val="0082681E"/>
    <w:rsid w:val="00826C36"/>
    <w:rsid w:val="00840D3E"/>
    <w:rsid w:val="008527D7"/>
    <w:rsid w:val="00853169"/>
    <w:rsid w:val="0085370E"/>
    <w:rsid w:val="00855EA0"/>
    <w:rsid w:val="00860C09"/>
    <w:rsid w:val="008B4871"/>
    <w:rsid w:val="008B6440"/>
    <w:rsid w:val="008D33F5"/>
    <w:rsid w:val="008D79C8"/>
    <w:rsid w:val="008F2035"/>
    <w:rsid w:val="00902554"/>
    <w:rsid w:val="00910419"/>
    <w:rsid w:val="0091444D"/>
    <w:rsid w:val="00934FF2"/>
    <w:rsid w:val="00972551"/>
    <w:rsid w:val="0097351A"/>
    <w:rsid w:val="0099736C"/>
    <w:rsid w:val="009A417F"/>
    <w:rsid w:val="009B0C61"/>
    <w:rsid w:val="009B2EFA"/>
    <w:rsid w:val="009B4E99"/>
    <w:rsid w:val="009B736E"/>
    <w:rsid w:val="009E5075"/>
    <w:rsid w:val="00A2010B"/>
    <w:rsid w:val="00A2235D"/>
    <w:rsid w:val="00A2637E"/>
    <w:rsid w:val="00A26388"/>
    <w:rsid w:val="00A6141A"/>
    <w:rsid w:val="00A618A2"/>
    <w:rsid w:val="00A63F24"/>
    <w:rsid w:val="00A66421"/>
    <w:rsid w:val="00A73C16"/>
    <w:rsid w:val="00A819B2"/>
    <w:rsid w:val="00A876FE"/>
    <w:rsid w:val="00A93F3B"/>
    <w:rsid w:val="00A95738"/>
    <w:rsid w:val="00AA116F"/>
    <w:rsid w:val="00AB5FAF"/>
    <w:rsid w:val="00AE44C6"/>
    <w:rsid w:val="00AE5F74"/>
    <w:rsid w:val="00AF11EC"/>
    <w:rsid w:val="00AF753A"/>
    <w:rsid w:val="00B02D9D"/>
    <w:rsid w:val="00B243FC"/>
    <w:rsid w:val="00B2480E"/>
    <w:rsid w:val="00B26EEB"/>
    <w:rsid w:val="00B43AF5"/>
    <w:rsid w:val="00B44B40"/>
    <w:rsid w:val="00B456D3"/>
    <w:rsid w:val="00B47128"/>
    <w:rsid w:val="00B556EE"/>
    <w:rsid w:val="00B6445A"/>
    <w:rsid w:val="00B647A8"/>
    <w:rsid w:val="00B650ED"/>
    <w:rsid w:val="00B66D25"/>
    <w:rsid w:val="00B66DAE"/>
    <w:rsid w:val="00B6754A"/>
    <w:rsid w:val="00B738EB"/>
    <w:rsid w:val="00B75588"/>
    <w:rsid w:val="00B77680"/>
    <w:rsid w:val="00B77A33"/>
    <w:rsid w:val="00B84753"/>
    <w:rsid w:val="00BC0467"/>
    <w:rsid w:val="00BF0F17"/>
    <w:rsid w:val="00BF16AE"/>
    <w:rsid w:val="00C2211F"/>
    <w:rsid w:val="00C2698F"/>
    <w:rsid w:val="00C3062A"/>
    <w:rsid w:val="00C31439"/>
    <w:rsid w:val="00C512E0"/>
    <w:rsid w:val="00C5544D"/>
    <w:rsid w:val="00C56156"/>
    <w:rsid w:val="00C56192"/>
    <w:rsid w:val="00C610FF"/>
    <w:rsid w:val="00C61CA3"/>
    <w:rsid w:val="00C840FC"/>
    <w:rsid w:val="00C91F18"/>
    <w:rsid w:val="00C97B13"/>
    <w:rsid w:val="00CA2033"/>
    <w:rsid w:val="00CA226C"/>
    <w:rsid w:val="00CA481C"/>
    <w:rsid w:val="00CA70DF"/>
    <w:rsid w:val="00CC3222"/>
    <w:rsid w:val="00CC4752"/>
    <w:rsid w:val="00CC62BA"/>
    <w:rsid w:val="00CC7CE1"/>
    <w:rsid w:val="00CF2978"/>
    <w:rsid w:val="00CF497C"/>
    <w:rsid w:val="00D0435E"/>
    <w:rsid w:val="00D076ED"/>
    <w:rsid w:val="00D41F44"/>
    <w:rsid w:val="00D465A4"/>
    <w:rsid w:val="00D55C40"/>
    <w:rsid w:val="00D55D1D"/>
    <w:rsid w:val="00D5619C"/>
    <w:rsid w:val="00D605AC"/>
    <w:rsid w:val="00D76B07"/>
    <w:rsid w:val="00D77D37"/>
    <w:rsid w:val="00D801C4"/>
    <w:rsid w:val="00D87241"/>
    <w:rsid w:val="00D9497D"/>
    <w:rsid w:val="00DA6034"/>
    <w:rsid w:val="00DA7539"/>
    <w:rsid w:val="00DB0DA1"/>
    <w:rsid w:val="00DC0DD5"/>
    <w:rsid w:val="00DD4FE6"/>
    <w:rsid w:val="00DE0809"/>
    <w:rsid w:val="00DE083C"/>
    <w:rsid w:val="00DE4F32"/>
    <w:rsid w:val="00DE678D"/>
    <w:rsid w:val="00E329AE"/>
    <w:rsid w:val="00E34C5C"/>
    <w:rsid w:val="00E36EBE"/>
    <w:rsid w:val="00E72E08"/>
    <w:rsid w:val="00E76216"/>
    <w:rsid w:val="00EA0732"/>
    <w:rsid w:val="00EA0CDD"/>
    <w:rsid w:val="00EA0CE6"/>
    <w:rsid w:val="00EA5A11"/>
    <w:rsid w:val="00EB08A4"/>
    <w:rsid w:val="00EC7812"/>
    <w:rsid w:val="00ED2C6B"/>
    <w:rsid w:val="00ED3199"/>
    <w:rsid w:val="00ED5143"/>
    <w:rsid w:val="00EF56D4"/>
    <w:rsid w:val="00F1486A"/>
    <w:rsid w:val="00F32D57"/>
    <w:rsid w:val="00F55B34"/>
    <w:rsid w:val="00F61B5A"/>
    <w:rsid w:val="00F62495"/>
    <w:rsid w:val="00F627B4"/>
    <w:rsid w:val="00F647EF"/>
    <w:rsid w:val="00F713BB"/>
    <w:rsid w:val="00F72B40"/>
    <w:rsid w:val="00F81BAA"/>
    <w:rsid w:val="00F82C74"/>
    <w:rsid w:val="00FA4AF9"/>
    <w:rsid w:val="00FC3A7C"/>
    <w:rsid w:val="00FD089A"/>
    <w:rsid w:val="00FD1766"/>
    <w:rsid w:val="00FF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CA2BE51"/>
  <w15:docId w15:val="{1CA66266-0740-4B54-8ABD-45AD2AA1A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791F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C2F96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10791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pkt">
    <w:name w:val="pkt"/>
    <w:basedOn w:val="Normalny"/>
    <w:uiPriority w:val="99"/>
    <w:rsid w:val="00972551"/>
    <w:pPr>
      <w:spacing w:before="60" w:after="60"/>
      <w:ind w:left="851" w:hanging="295"/>
      <w:jc w:val="both"/>
    </w:pPr>
  </w:style>
  <w:style w:type="paragraph" w:customStyle="1" w:styleId="tyt">
    <w:name w:val="tyt"/>
    <w:basedOn w:val="Normalny"/>
    <w:uiPriority w:val="99"/>
    <w:rsid w:val="00972551"/>
    <w:pPr>
      <w:keepNext/>
      <w:spacing w:before="60" w:after="60"/>
      <w:jc w:val="center"/>
    </w:pPr>
    <w:rPr>
      <w:b/>
      <w:bCs/>
    </w:rPr>
  </w:style>
  <w:style w:type="paragraph" w:customStyle="1" w:styleId="ust">
    <w:name w:val="ust"/>
    <w:uiPriority w:val="99"/>
    <w:rsid w:val="00972551"/>
    <w:pPr>
      <w:spacing w:before="60" w:after="60" w:line="240" w:lineRule="auto"/>
      <w:ind w:left="426" w:hanging="284"/>
      <w:jc w:val="both"/>
    </w:pPr>
    <w:rPr>
      <w:sz w:val="24"/>
      <w:szCs w:val="24"/>
    </w:rPr>
  </w:style>
  <w:style w:type="paragraph" w:customStyle="1" w:styleId="pkt1">
    <w:name w:val="pkt1"/>
    <w:basedOn w:val="pkt"/>
    <w:uiPriority w:val="99"/>
    <w:rsid w:val="00972551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72551"/>
    <w:pPr>
      <w:overflowPunct w:val="0"/>
      <w:autoSpaceDE w:val="0"/>
      <w:autoSpaceDN w:val="0"/>
      <w:adjustRightInd w:val="0"/>
      <w:ind w:firstLine="708"/>
      <w:textAlignment w:val="baseline"/>
    </w:pPr>
    <w:rPr>
      <w:b/>
      <w:bCs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0791F"/>
    <w:rPr>
      <w:rFonts w:cs="Times New Roman"/>
      <w:sz w:val="24"/>
      <w:szCs w:val="24"/>
    </w:rPr>
  </w:style>
  <w:style w:type="paragraph" w:styleId="Lista2">
    <w:name w:val="List 2"/>
    <w:basedOn w:val="Normalny"/>
    <w:uiPriority w:val="99"/>
    <w:rsid w:val="006D4144"/>
    <w:pPr>
      <w:overflowPunct w:val="0"/>
      <w:autoSpaceDE w:val="0"/>
      <w:autoSpaceDN w:val="0"/>
      <w:adjustRightInd w:val="0"/>
      <w:ind w:left="566" w:hanging="283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D4144"/>
    <w:pPr>
      <w:tabs>
        <w:tab w:val="left" w:pos="-2268"/>
      </w:tabs>
      <w:overflowPunct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10791F"/>
    <w:rPr>
      <w:rFonts w:cs="Times New Roman"/>
      <w:sz w:val="16"/>
      <w:szCs w:val="16"/>
    </w:rPr>
  </w:style>
  <w:style w:type="paragraph" w:customStyle="1" w:styleId="Lista21">
    <w:name w:val="Lista 21"/>
    <w:basedOn w:val="Normalny"/>
    <w:uiPriority w:val="99"/>
    <w:rsid w:val="006D4144"/>
    <w:pPr>
      <w:suppressAutoHyphens/>
      <w:overflowPunct w:val="0"/>
      <w:autoSpaceDE w:val="0"/>
      <w:ind w:left="566" w:hanging="283"/>
    </w:pPr>
    <w:rPr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8041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0791F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041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10791F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D55C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rsid w:val="000914A0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467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46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98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Zamowienia%20publiczne\ZP\ZP%20TRYBY%20Postepowania\siwz\siwz_z_oswiadczenie-26-2d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D30061-114D-42B3-979D-F6FF7E527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siwz_z_oswiadczenie-26-2d_</Template>
  <TotalTime>1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IBD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Jrawa</dc:creator>
  <cp:lastModifiedBy>Bartosz Snopkiewicz</cp:lastModifiedBy>
  <cp:revision>6</cp:revision>
  <cp:lastPrinted>2021-01-26T09:31:00Z</cp:lastPrinted>
  <dcterms:created xsi:type="dcterms:W3CDTF">2025-04-25T08:42:00Z</dcterms:created>
  <dcterms:modified xsi:type="dcterms:W3CDTF">2026-01-16T12:53:00Z</dcterms:modified>
</cp:coreProperties>
</file>